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F45" w:rsidRDefault="00F97F4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97F45" w:rsidRDefault="00F97F45" w:rsidP="00F97F4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97F45" w:rsidRDefault="00F97F4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F97F45" w:rsidRDefault="00F97F4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1A597B">
        <w:rPr>
          <w:rFonts w:ascii="Corbel" w:hAnsi="Corbel"/>
          <w:b/>
          <w:smallCaps/>
          <w:sz w:val="24"/>
          <w:szCs w:val="24"/>
        </w:rPr>
        <w:t>1</w:t>
      </w:r>
      <w:r w:rsidR="00D82D83" w:rsidRPr="00017BFC">
        <w:rPr>
          <w:rFonts w:ascii="Corbel" w:hAnsi="Corbel"/>
          <w:b/>
          <w:smallCaps/>
          <w:sz w:val="24"/>
          <w:szCs w:val="24"/>
        </w:rPr>
        <w:t>/202</w:t>
      </w:r>
      <w:r w:rsidR="001A597B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017BFC">
        <w:rPr>
          <w:rFonts w:ascii="Corbel" w:hAnsi="Corbel"/>
          <w:sz w:val="24"/>
          <w:szCs w:val="24"/>
        </w:rPr>
        <w:t>202</w:t>
      </w:r>
      <w:r w:rsidR="001A597B">
        <w:rPr>
          <w:rFonts w:ascii="Corbel" w:hAnsi="Corbel"/>
          <w:sz w:val="24"/>
          <w:szCs w:val="24"/>
        </w:rPr>
        <w:t>1</w:t>
      </w:r>
      <w:r w:rsidR="00066E2B" w:rsidRPr="00017BFC">
        <w:rPr>
          <w:rFonts w:ascii="Corbel" w:hAnsi="Corbel"/>
          <w:sz w:val="24"/>
          <w:szCs w:val="24"/>
        </w:rPr>
        <w:t>/202</w:t>
      </w:r>
      <w:r w:rsidR="001A597B">
        <w:rPr>
          <w:rFonts w:ascii="Corbel" w:hAnsi="Corbel"/>
          <w:sz w:val="24"/>
          <w:szCs w:val="24"/>
        </w:rPr>
        <w:t>2</w:t>
      </w:r>
    </w:p>
    <w:p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, F.4. Technologie informacyjno - komunikacyjne</w:t>
            </w:r>
          </w:p>
        </w:tc>
      </w:tr>
      <w:tr w:rsidR="00923D7D" w:rsidRPr="00017BFC" w:rsidTr="00B819C8">
        <w:tc>
          <w:tcPr>
            <w:tcW w:w="2694" w:type="dxa"/>
            <w:vAlign w:val="center"/>
          </w:tcPr>
          <w:p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Ryszard Pęczkowski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745302">
        <w:tc>
          <w:tcPr>
            <w:tcW w:w="9670" w:type="dxa"/>
          </w:tcPr>
          <w:p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pracy w cloud computing.</w:t>
            </w:r>
          </w:p>
        </w:tc>
      </w:tr>
    </w:tbl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:rsidTr="00AB425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:rsidTr="00C93E74">
        <w:tc>
          <w:tcPr>
            <w:tcW w:w="1679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e-lerningowej oraz poda sposoby jej wykorzystania w procesie komunikowania.</w:t>
            </w:r>
          </w:p>
        </w:tc>
        <w:tc>
          <w:tcPr>
            <w:tcW w:w="1865" w:type="dxa"/>
          </w:tcPr>
          <w:p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:rsidTr="00D77AA5">
        <w:trPr>
          <w:trHeight w:val="261"/>
        </w:trPr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Podstawy usług sieci Internet – WWW, praca w cloud computing;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:rsidTr="00B40E3A">
        <w:tc>
          <w:tcPr>
            <w:tcW w:w="196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rPr>
          <w:trHeight w:val="153"/>
        </w:trPr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923D7D">
        <w:tc>
          <w:tcPr>
            <w:tcW w:w="9670" w:type="dxa"/>
          </w:tcPr>
          <w:p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ndst do bdb</w:t>
            </w:r>
          </w:p>
        </w:tc>
      </w:tr>
    </w:tbl>
    <w:p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:rsidTr="00C93E74">
        <w:tc>
          <w:tcPr>
            <w:tcW w:w="4962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 xml:space="preserve">Średnia liczba godzin na zrealizowanie </w:t>
            </w:r>
            <w:r w:rsidRPr="00017BFC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. LITERATURA </w:t>
      </w: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Walkenbach,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017BFC" w:rsidRPr="00017BFC" w:rsidRDefault="00A6375B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B4254" w:rsidRPr="00017BFC" w:rsidRDefault="00675843" w:rsidP="00017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lastRenderedPageBreak/>
        <w:t>7</w:t>
      </w: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75B" w:rsidRDefault="00A6375B" w:rsidP="00C16ABF">
      <w:pPr>
        <w:spacing w:after="0" w:line="240" w:lineRule="auto"/>
      </w:pPr>
      <w:r>
        <w:separator/>
      </w:r>
    </w:p>
  </w:endnote>
  <w:endnote w:type="continuationSeparator" w:id="0">
    <w:p w:rsidR="00A6375B" w:rsidRDefault="00A637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75B" w:rsidRDefault="00A6375B" w:rsidP="00C16ABF">
      <w:pPr>
        <w:spacing w:after="0" w:line="240" w:lineRule="auto"/>
      </w:pPr>
      <w:r>
        <w:separator/>
      </w:r>
    </w:p>
  </w:footnote>
  <w:footnote w:type="continuationSeparator" w:id="0">
    <w:p w:rsidR="00A6375B" w:rsidRDefault="00A6375B" w:rsidP="00C16ABF">
      <w:pPr>
        <w:spacing w:after="0" w:line="240" w:lineRule="auto"/>
      </w:pPr>
      <w:r>
        <w:continuationSeparator/>
      </w:r>
    </w:p>
  </w:footnote>
  <w:footnote w:id="1">
    <w:p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5B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B3DB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F45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F267"/>
  <w15:docId w15:val="{D56AD074-18F9-4D77-ABFE-C752E5E5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A2E46-4D34-4003-892A-C4C46868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2020-01-28T11:47:00Z</dcterms:created>
  <dcterms:modified xsi:type="dcterms:W3CDTF">2024-02-29T11:59:00Z</dcterms:modified>
</cp:coreProperties>
</file>